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«Литература»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 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Дегтярева Варвара Сергеевна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29,5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 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Чураков Тимур Олегович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7 б 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Белоногов Богдан Владимирович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5"/>
        <w:gridCol w:w="869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«Литература»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Дегтярева Варвара Сергеевна, 7б 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Яйцова Ирина Леонидовна, учитель русского языка и литературы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40</TotalTime>
  <Application>LibreOffice/25.2.6.2$Windows_X86_64 LibreOffice_project/729c5bfe710f5eb71ed3bbde9e06a6065e9c6c5d</Application>
  <AppVersion>15.0000</AppVersion>
  <Pages>1</Pages>
  <Words>133</Words>
  <Characters>730</Characters>
  <CharactersWithSpaces>811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2025-10-22T13:11:59Z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